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3339D" w14:textId="1BB5A152" w:rsidR="00B27C67" w:rsidRDefault="00B27C67" w:rsidP="00B27C67">
      <w:pPr>
        <w:spacing w:after="160" w:line="259" w:lineRule="auto"/>
        <w:jc w:val="center"/>
        <w:rPr>
          <w:rFonts w:ascii="Arial" w:eastAsia="Calibri" w:hAnsi="Arial" w:cs="Arial"/>
          <w:b/>
          <w:szCs w:val="22"/>
          <w:lang w:eastAsia="en-US"/>
        </w:rPr>
      </w:pPr>
      <w:r w:rsidRPr="006760F4">
        <w:rPr>
          <w:rFonts w:ascii="Arial" w:eastAsia="Calibri" w:hAnsi="Arial" w:cs="Arial"/>
          <w:b/>
          <w:szCs w:val="22"/>
          <w:lang w:eastAsia="en-US"/>
        </w:rPr>
        <w:t>Technická specifikace</w:t>
      </w:r>
    </w:p>
    <w:p w14:paraId="21FA79D1" w14:textId="43455BD6" w:rsidR="00E2621A" w:rsidRPr="006760F4" w:rsidRDefault="00E2621A" w:rsidP="00B27C67">
      <w:pPr>
        <w:spacing w:after="160" w:line="259" w:lineRule="auto"/>
        <w:jc w:val="center"/>
        <w:rPr>
          <w:rFonts w:ascii="Arial" w:eastAsia="Calibri" w:hAnsi="Arial" w:cs="Arial"/>
          <w:b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t>ČÁST 1</w:t>
      </w:r>
    </w:p>
    <w:p w14:paraId="052CCA45" w14:textId="77777777" w:rsidR="00E95A39" w:rsidRDefault="005B3215" w:rsidP="00AC7FAD">
      <w:pPr>
        <w:spacing w:after="160" w:line="259" w:lineRule="auto"/>
        <w:jc w:val="center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5B3215">
        <w:rPr>
          <w:rFonts w:ascii="Arial" w:eastAsia="Calibri" w:hAnsi="Arial" w:cs="Arial"/>
          <w:b/>
          <w:bCs/>
          <w:sz w:val="20"/>
          <w:szCs w:val="22"/>
          <w:lang w:eastAsia="en-US"/>
        </w:rPr>
        <w:t>Motorová dlaha kolenního kloubu pro objemné končetiny</w:t>
      </w:r>
    </w:p>
    <w:p w14:paraId="0F4FF451" w14:textId="60284D5D" w:rsidR="00B27C67" w:rsidRPr="006760F4" w:rsidRDefault="00AC7FAD" w:rsidP="00AC7FAD">
      <w:pPr>
        <w:spacing w:after="160" w:line="259" w:lineRule="auto"/>
        <w:jc w:val="center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AC7FAD">
        <w:rPr>
          <w:rFonts w:ascii="Arial" w:eastAsia="Calibri" w:hAnsi="Arial" w:cs="Arial"/>
          <w:b/>
          <w:sz w:val="20"/>
          <w:szCs w:val="22"/>
          <w:lang w:eastAsia="en-US"/>
        </w:rPr>
        <w:t>2</w:t>
      </w:r>
      <w:r w:rsidR="004E5F1A">
        <w:rPr>
          <w:rFonts w:ascii="Arial" w:eastAsia="Calibri" w:hAnsi="Arial" w:cs="Arial"/>
          <w:b/>
          <w:sz w:val="20"/>
          <w:szCs w:val="22"/>
          <w:lang w:eastAsia="en-US"/>
        </w:rPr>
        <w:t xml:space="preserve"> ks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47"/>
        <w:gridCol w:w="7365"/>
      </w:tblGrid>
      <w:tr w:rsidR="00B27C67" w:rsidRPr="006760F4" w14:paraId="3B8AA599" w14:textId="77777777" w:rsidTr="006760F4">
        <w:trPr>
          <w:trHeight w:val="375"/>
        </w:trPr>
        <w:tc>
          <w:tcPr>
            <w:tcW w:w="5000" w:type="pct"/>
            <w:gridSpan w:val="2"/>
            <w:shd w:val="clear" w:color="auto" w:fill="99DBFF" w:themeFill="text2" w:themeFillTint="66"/>
          </w:tcPr>
          <w:p w14:paraId="095C7895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6760F4">
              <w:rPr>
                <w:rFonts w:ascii="Arial" w:hAnsi="Arial" w:cs="Arial"/>
                <w:b/>
                <w:sz w:val="20"/>
                <w:szCs w:val="22"/>
              </w:rPr>
              <w:t>Základní informace</w:t>
            </w:r>
          </w:p>
        </w:tc>
      </w:tr>
      <w:tr w:rsidR="00B27C67" w:rsidRPr="006760F4" w14:paraId="252D81DA" w14:textId="77777777" w:rsidTr="00701FD7">
        <w:trPr>
          <w:trHeight w:val="341"/>
        </w:trPr>
        <w:tc>
          <w:tcPr>
            <w:tcW w:w="1285" w:type="pct"/>
          </w:tcPr>
          <w:p w14:paraId="50FFC4A2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Dodavatel:</w:t>
            </w:r>
          </w:p>
        </w:tc>
        <w:tc>
          <w:tcPr>
            <w:tcW w:w="3715" w:type="pct"/>
          </w:tcPr>
          <w:p w14:paraId="7F2763D3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27C67" w:rsidRPr="006760F4" w14:paraId="040D9ABE" w14:textId="77777777" w:rsidTr="00701FD7">
        <w:trPr>
          <w:trHeight w:val="325"/>
        </w:trPr>
        <w:tc>
          <w:tcPr>
            <w:tcW w:w="1285" w:type="pct"/>
          </w:tcPr>
          <w:p w14:paraId="5DDB46C2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Výrobce:</w:t>
            </w:r>
          </w:p>
        </w:tc>
        <w:tc>
          <w:tcPr>
            <w:tcW w:w="3715" w:type="pct"/>
          </w:tcPr>
          <w:p w14:paraId="40367404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27C67" w:rsidRPr="006760F4" w14:paraId="572B3164" w14:textId="77777777" w:rsidTr="00701FD7">
        <w:trPr>
          <w:trHeight w:val="341"/>
        </w:trPr>
        <w:tc>
          <w:tcPr>
            <w:tcW w:w="1285" w:type="pct"/>
          </w:tcPr>
          <w:p w14:paraId="18F623F9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Výrobní model:</w:t>
            </w:r>
          </w:p>
        </w:tc>
        <w:tc>
          <w:tcPr>
            <w:tcW w:w="3715" w:type="pct"/>
          </w:tcPr>
          <w:p w14:paraId="35CEBCBB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2F12B2E7" w14:textId="77777777" w:rsidR="00B27C67" w:rsidRPr="006760F4" w:rsidRDefault="00B27C67" w:rsidP="00B27C67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5028" w:type="pct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924"/>
        <w:gridCol w:w="1075"/>
        <w:gridCol w:w="2215"/>
        <w:gridCol w:w="1754"/>
      </w:tblGrid>
      <w:tr w:rsidR="004A099D" w:rsidRPr="006760F4" w14:paraId="45D3E40E" w14:textId="77777777" w:rsidTr="00464632">
        <w:trPr>
          <w:trHeight w:val="300"/>
          <w:tblHeader/>
        </w:trPr>
        <w:tc>
          <w:tcPr>
            <w:tcW w:w="2470" w:type="pct"/>
            <w:shd w:val="clear" w:color="auto" w:fill="99DBFF" w:themeFill="text2" w:themeFillTint="66"/>
            <w:vAlign w:val="center"/>
          </w:tcPr>
          <w:p w14:paraId="7B661F22" w14:textId="77777777" w:rsidR="004A099D" w:rsidRPr="006760F4" w:rsidRDefault="004A099D" w:rsidP="00B27C67">
            <w:pPr>
              <w:widowControl w:val="0"/>
              <w:adjustRightInd w:val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60F4">
              <w:rPr>
                <w:rFonts w:ascii="Arial" w:hAnsi="Arial" w:cs="Arial"/>
                <w:b/>
                <w:bCs/>
                <w:sz w:val="20"/>
                <w:szCs w:val="20"/>
              </w:rPr>
              <w:t>Parametr / požadavek</w:t>
            </w:r>
          </w:p>
        </w:tc>
        <w:tc>
          <w:tcPr>
            <w:tcW w:w="539" w:type="pct"/>
            <w:shd w:val="clear" w:color="auto" w:fill="99DBFF" w:themeFill="text2" w:themeFillTint="66"/>
            <w:vAlign w:val="center"/>
          </w:tcPr>
          <w:p w14:paraId="17C545AD" w14:textId="77777777" w:rsidR="004A099D" w:rsidRPr="006760F4" w:rsidRDefault="004A099D" w:rsidP="00B27C67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60F4">
              <w:rPr>
                <w:rFonts w:ascii="Arial" w:hAnsi="Arial" w:cs="Arial"/>
                <w:b/>
                <w:bCs/>
                <w:sz w:val="20"/>
                <w:szCs w:val="20"/>
              </w:rPr>
              <w:t>Splňuje</w:t>
            </w:r>
          </w:p>
          <w:p w14:paraId="060ECE1A" w14:textId="77777777" w:rsidR="004A099D" w:rsidRPr="006760F4" w:rsidRDefault="004A099D" w:rsidP="00B27C67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6760F4">
              <w:rPr>
                <w:rFonts w:ascii="Arial" w:hAnsi="Arial" w:cs="Arial"/>
                <w:b/>
                <w:bCs/>
                <w:sz w:val="20"/>
                <w:szCs w:val="20"/>
              </w:rPr>
              <w:t>ANO/NE</w:t>
            </w:r>
          </w:p>
        </w:tc>
        <w:tc>
          <w:tcPr>
            <w:tcW w:w="1111" w:type="pct"/>
            <w:shd w:val="clear" w:color="auto" w:fill="99DBFF" w:themeFill="text2" w:themeFillTint="66"/>
          </w:tcPr>
          <w:p w14:paraId="0857CD0A" w14:textId="4AD43451" w:rsidR="004A099D" w:rsidRPr="006760F4" w:rsidRDefault="004A099D" w:rsidP="004A099D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60F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Reálná nabízená hodnota (pouze u parametrů charakterizovatelných touto hodnotou)</w:t>
            </w:r>
          </w:p>
        </w:tc>
        <w:tc>
          <w:tcPr>
            <w:tcW w:w="880" w:type="pct"/>
            <w:shd w:val="clear" w:color="auto" w:fill="99DBFF" w:themeFill="text2" w:themeFillTint="66"/>
            <w:vAlign w:val="center"/>
          </w:tcPr>
          <w:p w14:paraId="01055D2B" w14:textId="43114383" w:rsidR="004A099D" w:rsidRPr="006760F4" w:rsidRDefault="004A099D" w:rsidP="00B27C67">
            <w:pPr>
              <w:spacing w:line="259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6760F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Kde je uvedeno v nabídce (dokument a číslo strany)</w:t>
            </w:r>
          </w:p>
        </w:tc>
      </w:tr>
      <w:tr w:rsidR="004A099D" w:rsidRPr="006760F4" w14:paraId="08CE919F" w14:textId="77777777" w:rsidTr="006760F4">
        <w:trPr>
          <w:trHeight w:val="113"/>
        </w:trPr>
        <w:tc>
          <w:tcPr>
            <w:tcW w:w="5000" w:type="pct"/>
            <w:gridSpan w:val="4"/>
            <w:shd w:val="clear" w:color="auto" w:fill="CCEDFF" w:themeFill="accent1" w:themeFillTint="33"/>
          </w:tcPr>
          <w:p w14:paraId="6CE0D815" w14:textId="4CB46824" w:rsidR="004A099D" w:rsidRPr="00AC7FAD" w:rsidRDefault="00496E99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96E99">
              <w:rPr>
                <w:rFonts w:ascii="Arial" w:hAnsi="Arial" w:cs="Arial"/>
                <w:b/>
                <w:bCs/>
                <w:sz w:val="20"/>
                <w:szCs w:val="20"/>
              </w:rPr>
              <w:t>Požadované minimální technické a uživatelské parametry a vlastnosti:</w:t>
            </w:r>
          </w:p>
        </w:tc>
      </w:tr>
      <w:tr w:rsidR="00464632" w:rsidRPr="006760F4" w14:paraId="57407B43" w14:textId="77777777" w:rsidTr="00464632">
        <w:trPr>
          <w:trHeight w:val="113"/>
        </w:trPr>
        <w:tc>
          <w:tcPr>
            <w:tcW w:w="2470" w:type="pct"/>
          </w:tcPr>
          <w:p w14:paraId="77B53B21" w14:textId="38F8E55D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rozsah pohybu: </w:t>
            </w:r>
            <w:proofErr w:type="gramStart"/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koleno</w:t>
            </w:r>
            <w:proofErr w:type="gramEnd"/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–</w:t>
            </w:r>
            <w:proofErr w:type="gramStart"/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10°</w:t>
            </w:r>
            <w:proofErr w:type="gramEnd"/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- 120°</w:t>
            </w:r>
          </w:p>
        </w:tc>
        <w:tc>
          <w:tcPr>
            <w:tcW w:w="539" w:type="pct"/>
          </w:tcPr>
          <w:p w14:paraId="7EAA4DEE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D34C9EF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67CA7DB" w14:textId="477DB926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0B7BCB85" w14:textId="77777777" w:rsidTr="00464632">
        <w:trPr>
          <w:trHeight w:val="113"/>
        </w:trPr>
        <w:tc>
          <w:tcPr>
            <w:tcW w:w="2470" w:type="pct"/>
          </w:tcPr>
          <w:p w14:paraId="5FC59919" w14:textId="370A2140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rozsah pohybu: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kyčel 10° – 75°</w:t>
            </w:r>
          </w:p>
        </w:tc>
        <w:tc>
          <w:tcPr>
            <w:tcW w:w="539" w:type="pct"/>
          </w:tcPr>
          <w:p w14:paraId="3A8F332B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4AFE9DE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22AABF5B" w14:textId="2D33BB94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4C66CF1B" w14:textId="77777777" w:rsidTr="00464632">
        <w:trPr>
          <w:trHeight w:val="113"/>
        </w:trPr>
        <w:tc>
          <w:tcPr>
            <w:tcW w:w="2470" w:type="pct"/>
          </w:tcPr>
          <w:p w14:paraId="273B6F68" w14:textId="424A1F4B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rychlost: 45°-155°/min</w:t>
            </w:r>
          </w:p>
        </w:tc>
        <w:tc>
          <w:tcPr>
            <w:tcW w:w="539" w:type="pct"/>
          </w:tcPr>
          <w:p w14:paraId="2E2DA433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6F04A29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280113F1" w14:textId="5BABBFF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7A1E7B0F" w14:textId="77777777" w:rsidTr="00464632">
        <w:trPr>
          <w:trHeight w:val="113"/>
        </w:trPr>
        <w:tc>
          <w:tcPr>
            <w:tcW w:w="2470" w:type="pct"/>
          </w:tcPr>
          <w:p w14:paraId="1F240E63" w14:textId="2075B50D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hmotnost: 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max</w:t>
            </w:r>
            <w:r w:rsidR="00DE1BD8">
              <w:rPr>
                <w:rFonts w:ascii="Arial" w:eastAsia="Calibri" w:hAnsi="Arial" w:cs="Arial"/>
                <w:sz w:val="20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1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5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kg</w:t>
            </w:r>
          </w:p>
        </w:tc>
        <w:tc>
          <w:tcPr>
            <w:tcW w:w="539" w:type="pct"/>
          </w:tcPr>
          <w:p w14:paraId="45489BB2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245FB83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D89CA31" w14:textId="2B59E229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3F655418" w14:textId="77777777" w:rsidTr="00464632">
        <w:trPr>
          <w:trHeight w:val="113"/>
        </w:trPr>
        <w:tc>
          <w:tcPr>
            <w:tcW w:w="2470" w:type="pct"/>
          </w:tcPr>
          <w:p w14:paraId="0F6864D2" w14:textId="6C8667A6" w:rsidR="00464632" w:rsidRPr="00464632" w:rsidRDefault="009D69A4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n</w:t>
            </w:r>
            <w:r w:rsidR="00464632"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osnost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:</w:t>
            </w:r>
            <w:r w:rsidR="00464632"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  <w:r w:rsid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min. </w:t>
            </w:r>
            <w:r w:rsidR="00464632"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2</w:t>
            </w:r>
            <w:r w:rsidR="00305BE6">
              <w:rPr>
                <w:rFonts w:ascii="Arial" w:eastAsia="Calibri" w:hAnsi="Arial" w:cs="Arial"/>
                <w:sz w:val="20"/>
                <w:szCs w:val="22"/>
                <w:lang w:eastAsia="en-US"/>
              </w:rPr>
              <w:t>00</w:t>
            </w:r>
            <w:r w:rsidR="00464632"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Kg</w:t>
            </w:r>
          </w:p>
        </w:tc>
        <w:tc>
          <w:tcPr>
            <w:tcW w:w="539" w:type="pct"/>
          </w:tcPr>
          <w:p w14:paraId="32F07F8B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5BFA0A46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4F59B443" w14:textId="41906831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0D54B336" w14:textId="77777777" w:rsidTr="00464632">
        <w:trPr>
          <w:trHeight w:val="113"/>
        </w:trPr>
        <w:tc>
          <w:tcPr>
            <w:tcW w:w="2470" w:type="pct"/>
          </w:tcPr>
          <w:p w14:paraId="23E91DB7" w14:textId="65B18998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jednoduché ovládání pomocí dálkového ovladače </w:t>
            </w:r>
          </w:p>
        </w:tc>
        <w:tc>
          <w:tcPr>
            <w:tcW w:w="539" w:type="pct"/>
          </w:tcPr>
          <w:p w14:paraId="4125CD4C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0D4DD81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241B1F3" w14:textId="3B70C8D1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5360A315" w14:textId="77777777" w:rsidTr="00464632">
        <w:trPr>
          <w:trHeight w:val="113"/>
        </w:trPr>
        <w:tc>
          <w:tcPr>
            <w:tcW w:w="2470" w:type="pct"/>
          </w:tcPr>
          <w:p w14:paraId="056BE2BB" w14:textId="493F2972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univerzální pro pravou a levou končetinu</w:t>
            </w:r>
          </w:p>
        </w:tc>
        <w:tc>
          <w:tcPr>
            <w:tcW w:w="539" w:type="pct"/>
          </w:tcPr>
          <w:p w14:paraId="16E5D7AF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0444B8D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A900D73" w14:textId="31428710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385A7D41" w14:textId="77777777" w:rsidTr="00464632">
        <w:trPr>
          <w:trHeight w:val="113"/>
        </w:trPr>
        <w:tc>
          <w:tcPr>
            <w:tcW w:w="2470" w:type="pct"/>
          </w:tcPr>
          <w:p w14:paraId="63056CA2" w14:textId="66F86E5F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jednoduché nastavení rozsahu pohybu </w:t>
            </w:r>
          </w:p>
        </w:tc>
        <w:tc>
          <w:tcPr>
            <w:tcW w:w="539" w:type="pct"/>
          </w:tcPr>
          <w:p w14:paraId="62257BEF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52088A77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53106E0B" w14:textId="150DEB4C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72909446" w14:textId="77777777" w:rsidTr="00464632">
        <w:trPr>
          <w:trHeight w:val="113"/>
        </w:trPr>
        <w:tc>
          <w:tcPr>
            <w:tcW w:w="2470" w:type="pct"/>
          </w:tcPr>
          <w:p w14:paraId="68168C27" w14:textId="3296BB6A" w:rsidR="00464632" w:rsidRPr="00464632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jednoduché nastavení doby cvičení </w:t>
            </w:r>
          </w:p>
        </w:tc>
        <w:tc>
          <w:tcPr>
            <w:tcW w:w="539" w:type="pct"/>
          </w:tcPr>
          <w:p w14:paraId="440BB5DE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9646506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104CEF9A" w14:textId="69CFF12E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7234A2A1" w14:textId="77777777" w:rsidTr="00464632">
        <w:trPr>
          <w:trHeight w:val="113"/>
        </w:trPr>
        <w:tc>
          <w:tcPr>
            <w:tcW w:w="2470" w:type="pct"/>
          </w:tcPr>
          <w:p w14:paraId="566EC892" w14:textId="5F5CE45E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jednoduchý a přehledný dálkový ovladač s </w:t>
            </w:r>
            <w:r w:rsidR="00305BE6">
              <w:rPr>
                <w:rFonts w:ascii="Arial" w:eastAsia="Calibri" w:hAnsi="Arial" w:cs="Arial"/>
                <w:sz w:val="20"/>
                <w:szCs w:val="22"/>
                <w:lang w:eastAsia="en-US"/>
              </w:rPr>
              <w:t>displejem</w:t>
            </w:r>
          </w:p>
        </w:tc>
        <w:tc>
          <w:tcPr>
            <w:tcW w:w="539" w:type="pct"/>
          </w:tcPr>
          <w:p w14:paraId="731166EC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07D1448A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7DA65C6C" w14:textId="65584EBB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1BB4C2A8" w14:textId="77777777" w:rsidTr="00464632">
        <w:trPr>
          <w:trHeight w:val="113"/>
        </w:trPr>
        <w:tc>
          <w:tcPr>
            <w:tcW w:w="2470" w:type="pct"/>
          </w:tcPr>
          <w:p w14:paraId="684FDD04" w14:textId="1C9C423A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funkce 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pro 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měření doby chodu </w:t>
            </w:r>
            <w:proofErr w:type="spellStart"/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motodlahy</w:t>
            </w:r>
            <w:proofErr w:type="spellEnd"/>
          </w:p>
        </w:tc>
        <w:tc>
          <w:tcPr>
            <w:tcW w:w="539" w:type="pct"/>
          </w:tcPr>
          <w:p w14:paraId="5ADEDD42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46B46FCC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32DB2204" w14:textId="023F0521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2731AB09" w14:textId="77777777" w:rsidTr="00464632">
        <w:trPr>
          <w:trHeight w:val="113"/>
        </w:trPr>
        <w:tc>
          <w:tcPr>
            <w:tcW w:w="2470" w:type="pct"/>
          </w:tcPr>
          <w:p w14:paraId="009C5A49" w14:textId="3B0C8A3A" w:rsidR="00464632" w:rsidRPr="00464632" w:rsidRDefault="00464632" w:rsidP="00464632">
            <w:pPr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funkce 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pro 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zvyšování rozsahu pohybu v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 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průběhu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rehabilitace</w:t>
            </w:r>
          </w:p>
        </w:tc>
        <w:tc>
          <w:tcPr>
            <w:tcW w:w="539" w:type="pct"/>
          </w:tcPr>
          <w:p w14:paraId="09405F4A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449B20A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5945947" w14:textId="1331B06B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69439816" w14:textId="77777777" w:rsidTr="00464632">
        <w:trPr>
          <w:trHeight w:val="113"/>
        </w:trPr>
        <w:tc>
          <w:tcPr>
            <w:tcW w:w="2470" w:type="pct"/>
          </w:tcPr>
          <w:p w14:paraId="0EDD0E3E" w14:textId="3411B751" w:rsidR="00464632" w:rsidRPr="00464632" w:rsidRDefault="004E5F1A" w:rsidP="0046463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m</w:t>
            </w:r>
            <w:r w:rsid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ožnost nastavení alespoň </w:t>
            </w:r>
            <w:r w:rsidR="00464632"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1</w:t>
            </w:r>
            <w:r w:rsidR="00305BE6">
              <w:rPr>
                <w:rFonts w:ascii="Arial" w:eastAsia="Calibri" w:hAnsi="Arial" w:cs="Arial"/>
                <w:sz w:val="20"/>
                <w:szCs w:val="22"/>
                <w:lang w:eastAsia="en-US"/>
              </w:rPr>
              <w:t>0</w:t>
            </w:r>
            <w:r w:rsidR="00464632"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nezávislých programů pro uložení hodnot</w:t>
            </w:r>
            <w:r w:rsid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pacientů </w:t>
            </w:r>
          </w:p>
        </w:tc>
        <w:tc>
          <w:tcPr>
            <w:tcW w:w="539" w:type="pct"/>
          </w:tcPr>
          <w:p w14:paraId="5178265B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1D79F97E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96455FE" w14:textId="671EA3AC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2603AD58" w14:textId="77777777" w:rsidTr="00464632">
        <w:trPr>
          <w:trHeight w:val="113"/>
        </w:trPr>
        <w:tc>
          <w:tcPr>
            <w:tcW w:w="2470" w:type="pct"/>
          </w:tcPr>
          <w:p w14:paraId="6CF64F90" w14:textId="27358075" w:rsidR="00464632" w:rsidRPr="00464632" w:rsidRDefault="004E5F1A" w:rsidP="0046463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m</w:t>
            </w:r>
            <w:r w:rsidR="00305BE6">
              <w:rPr>
                <w:rFonts w:ascii="Arial" w:eastAsia="Calibri" w:hAnsi="Arial" w:cs="Arial"/>
                <w:sz w:val="20"/>
                <w:szCs w:val="22"/>
                <w:lang w:eastAsia="en-US"/>
              </w:rPr>
              <w:t>ožnost přesunu dat do PC</w:t>
            </w:r>
          </w:p>
        </w:tc>
        <w:tc>
          <w:tcPr>
            <w:tcW w:w="539" w:type="pct"/>
          </w:tcPr>
          <w:p w14:paraId="405744E5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0D1FE97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EFAC926" w14:textId="571F24C2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7D9556F3" w14:textId="77777777" w:rsidTr="00464632">
        <w:trPr>
          <w:trHeight w:val="113"/>
        </w:trPr>
        <w:tc>
          <w:tcPr>
            <w:tcW w:w="2470" w:type="pct"/>
          </w:tcPr>
          <w:p w14:paraId="60B56622" w14:textId="5B9694D0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funkce 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pro 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postupné rozšiřování rozsahu pohybu</w:t>
            </w:r>
          </w:p>
        </w:tc>
        <w:tc>
          <w:tcPr>
            <w:tcW w:w="539" w:type="pct"/>
          </w:tcPr>
          <w:p w14:paraId="2A1C19D1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E673D02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13173D3F" w14:textId="5B6C8CED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2F284A58" w14:textId="77777777" w:rsidTr="00464632">
        <w:trPr>
          <w:trHeight w:val="113"/>
        </w:trPr>
        <w:tc>
          <w:tcPr>
            <w:tcW w:w="2470" w:type="pct"/>
          </w:tcPr>
          <w:p w14:paraId="3154F489" w14:textId="11FC04C9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zaručený fyziologicky správný pohyb končetiny</w:t>
            </w:r>
          </w:p>
        </w:tc>
        <w:tc>
          <w:tcPr>
            <w:tcW w:w="539" w:type="pct"/>
          </w:tcPr>
          <w:p w14:paraId="2335E8D7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EF313A7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6323501" w14:textId="2B809579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1B94192C" w14:textId="77777777" w:rsidTr="00464632">
        <w:trPr>
          <w:trHeight w:val="113"/>
        </w:trPr>
        <w:tc>
          <w:tcPr>
            <w:tcW w:w="2470" w:type="pct"/>
          </w:tcPr>
          <w:p w14:paraId="37B8E9C9" w14:textId="0C505A48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protiskluzová konstrukce</w:t>
            </w:r>
          </w:p>
        </w:tc>
        <w:tc>
          <w:tcPr>
            <w:tcW w:w="539" w:type="pct"/>
          </w:tcPr>
          <w:p w14:paraId="4BED995D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99E4E62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75215A5A" w14:textId="4E45DF8F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6D7D103C" w14:textId="77777777" w:rsidTr="00464632">
        <w:trPr>
          <w:trHeight w:val="113"/>
        </w:trPr>
        <w:tc>
          <w:tcPr>
            <w:tcW w:w="2470" w:type="pct"/>
          </w:tcPr>
          <w:p w14:paraId="17302CEF" w14:textId="1145DCBA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lastRenderedPageBreak/>
              <w:t>velmi jednoduché a rychlé nastavení na anatomické rozměry pacienta</w:t>
            </w:r>
          </w:p>
        </w:tc>
        <w:tc>
          <w:tcPr>
            <w:tcW w:w="539" w:type="pct"/>
          </w:tcPr>
          <w:p w14:paraId="2E38917F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032ECDAB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4B328DF7" w14:textId="04927F6B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05683D12" w14:textId="77777777" w:rsidTr="00464632">
        <w:trPr>
          <w:trHeight w:val="113"/>
        </w:trPr>
        <w:tc>
          <w:tcPr>
            <w:tcW w:w="2470" w:type="pct"/>
            <w:tcBorders>
              <w:right w:val="single" w:sz="4" w:space="0" w:color="auto"/>
            </w:tcBorders>
          </w:tcPr>
          <w:p w14:paraId="0BD1B206" w14:textId="5F3A20A4" w:rsidR="00464632" w:rsidRPr="00464632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využitelnost při rekonstrukci kolenních křížových vazů, osteotomii,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TEP a většiny poranění postoperačních stavů a onemocnění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kolenních a kyčelních kloubů</w:t>
            </w:r>
          </w:p>
        </w:tc>
        <w:tc>
          <w:tcPr>
            <w:tcW w:w="539" w:type="pct"/>
            <w:tcBorders>
              <w:right w:val="single" w:sz="4" w:space="0" w:color="auto"/>
            </w:tcBorders>
          </w:tcPr>
          <w:p w14:paraId="06A74B01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C416292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  <w:tcBorders>
              <w:right w:val="single" w:sz="4" w:space="0" w:color="auto"/>
            </w:tcBorders>
          </w:tcPr>
          <w:p w14:paraId="5AF50907" w14:textId="3C96477D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632" w:rsidRPr="006760F4" w14:paraId="2B212C0D" w14:textId="77777777" w:rsidTr="00464632">
        <w:trPr>
          <w:trHeight w:val="113"/>
        </w:trPr>
        <w:tc>
          <w:tcPr>
            <w:tcW w:w="2470" w:type="pct"/>
          </w:tcPr>
          <w:p w14:paraId="615D7D7C" w14:textId="48A69559" w:rsidR="00464632" w:rsidRPr="00464632" w:rsidRDefault="00464632" w:rsidP="0046463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kompletní plastové vypodložení z anti-alergenního omyvatelného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  <w:r w:rsidRPr="00464632">
              <w:rPr>
                <w:rFonts w:ascii="Arial" w:eastAsia="Calibri" w:hAnsi="Arial" w:cs="Arial"/>
                <w:sz w:val="20"/>
                <w:szCs w:val="22"/>
                <w:lang w:eastAsia="en-US"/>
              </w:rPr>
              <w:t>materiálu pro snadnou dezinfekci</w:t>
            </w:r>
          </w:p>
        </w:tc>
        <w:tc>
          <w:tcPr>
            <w:tcW w:w="539" w:type="pct"/>
          </w:tcPr>
          <w:p w14:paraId="5AA3E393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4BCD8AA7" w14:textId="77777777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5C5E5CF6" w14:textId="0BBF7A90" w:rsidR="00464632" w:rsidRPr="006760F4" w:rsidRDefault="00464632" w:rsidP="0046463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C49757" w14:textId="77777777" w:rsidR="00E2621A" w:rsidRDefault="00E2621A" w:rsidP="00E2621A">
      <w:pPr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7FB11B46" w14:textId="6BCD21B9" w:rsidR="00E2621A" w:rsidRDefault="00E2621A" w:rsidP="00E2621A">
      <w:pPr>
        <w:spacing w:after="200"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sz w:val="20"/>
          <w:szCs w:val="22"/>
          <w:lang w:eastAsia="en-US"/>
        </w:rPr>
        <w:t xml:space="preserve">Veškeré povrchy nabízených výrobků včetně příslušenství musí být odolné vůči dezinfekčním a dekontaminačním prostředkům uvedených v dezinfekčním programu Krajské zdravotní, a.s. – viz příloha č. 8 </w:t>
      </w:r>
      <w:r w:rsidR="00CA6635">
        <w:rPr>
          <w:rFonts w:ascii="Arial" w:eastAsia="Calibri" w:hAnsi="Arial" w:cs="Arial"/>
          <w:sz w:val="20"/>
          <w:szCs w:val="22"/>
          <w:lang w:eastAsia="en-US"/>
        </w:rPr>
        <w:t>V</w:t>
      </w:r>
      <w:r w:rsidR="00A905EB">
        <w:rPr>
          <w:rFonts w:ascii="Arial" w:eastAsia="Calibri" w:hAnsi="Arial" w:cs="Arial"/>
          <w:sz w:val="20"/>
          <w:szCs w:val="22"/>
          <w:lang w:eastAsia="en-US"/>
        </w:rPr>
        <w:t>ýzvy</w:t>
      </w:r>
      <w:r w:rsidR="00CA6635">
        <w:rPr>
          <w:rFonts w:ascii="Arial" w:eastAsia="Calibri" w:hAnsi="Arial" w:cs="Arial"/>
          <w:sz w:val="20"/>
          <w:szCs w:val="22"/>
          <w:lang w:eastAsia="en-US"/>
        </w:rPr>
        <w:t>.</w:t>
      </w:r>
    </w:p>
    <w:p w14:paraId="6B6B17EB" w14:textId="2E8A4502" w:rsidR="00CA6635" w:rsidRDefault="00CA6635" w:rsidP="00E2621A">
      <w:pPr>
        <w:spacing w:after="200"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hAnsi="Arial" w:cs="Arial"/>
          <w:sz w:val="20"/>
          <w:szCs w:val="20"/>
          <w:lang w:eastAsia="ar-SA"/>
        </w:rPr>
        <w:t>P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ředmět plnění </w:t>
      </w:r>
      <w:r>
        <w:rPr>
          <w:rFonts w:ascii="Arial" w:hAnsi="Arial" w:cs="Arial"/>
          <w:sz w:val="20"/>
          <w:szCs w:val="20"/>
          <w:lang w:eastAsia="ar-SA"/>
        </w:rPr>
        <w:t>musí splňovat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 standardy zadavatele </w:t>
      </w:r>
      <w:r w:rsidRPr="00CA6635">
        <w:rPr>
          <w:rFonts w:ascii="Arial" w:hAnsi="Arial" w:cs="Arial"/>
          <w:sz w:val="20"/>
          <w:szCs w:val="20"/>
          <w:lang w:eastAsia="ar-SA"/>
        </w:rPr>
        <w:t>„Požadavky na provedení a kvalitu ICT“</w:t>
      </w:r>
      <w:r w:rsidRPr="00CA6635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v plném rozsahu dle přílohy č. 9 </w:t>
      </w:r>
      <w:r>
        <w:rPr>
          <w:rFonts w:ascii="Arial" w:hAnsi="Arial" w:cs="Arial"/>
          <w:sz w:val="20"/>
          <w:szCs w:val="20"/>
          <w:lang w:eastAsia="ar-SA"/>
        </w:rPr>
        <w:t>Výzvy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 a současně zveřejněné </w:t>
      </w:r>
      <w:proofErr w:type="gramStart"/>
      <w:r w:rsidRPr="003E6524">
        <w:rPr>
          <w:rFonts w:ascii="Arial" w:hAnsi="Arial" w:cs="Arial"/>
          <w:sz w:val="20"/>
          <w:szCs w:val="20"/>
          <w:lang w:eastAsia="ar-SA"/>
        </w:rPr>
        <w:t>na</w:t>
      </w:r>
      <w:proofErr w:type="gramEnd"/>
      <w:r w:rsidRPr="00E72A35">
        <w:rPr>
          <w:rFonts w:ascii="Arial" w:hAnsi="Arial" w:cs="Arial"/>
          <w:sz w:val="20"/>
          <w:szCs w:val="20"/>
        </w:rPr>
        <w:t xml:space="preserve">: </w:t>
      </w:r>
      <w:hyperlink r:id="rId8" w:history="1">
        <w:r w:rsidRPr="00E72A35">
          <w:rPr>
            <w:rStyle w:val="Hypertextovodkaz"/>
            <w:rFonts w:ascii="Arial" w:hAnsi="Arial" w:cs="Arial"/>
            <w:sz w:val="20"/>
            <w:szCs w:val="20"/>
          </w:rPr>
          <w:t>https://www.kzcr.eu/cz/kz/pro-odborniky/informace-pro-projektanty/</w:t>
        </w:r>
      </w:hyperlink>
      <w:r>
        <w:rPr>
          <w:rFonts w:ascii="Arial" w:hAnsi="Arial" w:cs="Arial"/>
          <w:sz w:val="20"/>
          <w:szCs w:val="20"/>
        </w:rPr>
        <w:t>.</w:t>
      </w:r>
    </w:p>
    <w:p w14:paraId="659ED3F2" w14:textId="6F3102A3" w:rsidR="00CA6635" w:rsidRPr="00E72A35" w:rsidRDefault="00CA6635" w:rsidP="00CA6635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CA6635">
        <w:rPr>
          <w:rFonts w:ascii="Arial" w:hAnsi="Arial" w:cs="Arial"/>
          <w:sz w:val="20"/>
          <w:szCs w:val="20"/>
          <w:lang w:eastAsia="ar-SA"/>
        </w:rPr>
        <w:t>Předmět plnění musí</w:t>
      </w:r>
      <w:r>
        <w:rPr>
          <w:rFonts w:ascii="Arial" w:hAnsi="Arial" w:cs="Arial"/>
          <w:sz w:val="20"/>
          <w:szCs w:val="20"/>
          <w:lang w:eastAsia="ar-SA"/>
        </w:rPr>
        <w:t xml:space="preserve"> dále</w:t>
      </w:r>
      <w:r w:rsidRPr="00CA6635">
        <w:rPr>
          <w:rFonts w:ascii="Arial" w:hAnsi="Arial" w:cs="Arial"/>
          <w:sz w:val="20"/>
          <w:szCs w:val="20"/>
          <w:lang w:eastAsia="ar-SA"/>
        </w:rPr>
        <w:t xml:space="preserve"> splňovat </w:t>
      </w:r>
      <w:r w:rsidRPr="00CA6635">
        <w:rPr>
          <w:rFonts w:ascii="Arial" w:hAnsi="Arial" w:cs="Arial"/>
          <w:sz w:val="20"/>
          <w:szCs w:val="20"/>
          <w:lang w:eastAsia="ar-SA"/>
        </w:rPr>
        <w:t>bezpečnostní standard zadavatele v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 plném rozsahu dle přílohy č. </w:t>
      </w:r>
      <w:r>
        <w:rPr>
          <w:rFonts w:ascii="Arial" w:hAnsi="Arial" w:cs="Arial"/>
          <w:sz w:val="20"/>
          <w:szCs w:val="20"/>
          <w:lang w:eastAsia="ar-SA"/>
        </w:rPr>
        <w:t>10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>V</w:t>
      </w:r>
      <w:r>
        <w:rPr>
          <w:rFonts w:ascii="Arial" w:hAnsi="Arial" w:cs="Arial"/>
          <w:sz w:val="20"/>
          <w:szCs w:val="20"/>
          <w:lang w:eastAsia="ar-SA"/>
        </w:rPr>
        <w:t xml:space="preserve">ýzvy. </w:t>
      </w:r>
    </w:p>
    <w:p w14:paraId="76471E21" w14:textId="77777777" w:rsidR="00CA6635" w:rsidRDefault="00CA6635" w:rsidP="00CA6635">
      <w:pPr>
        <w:rPr>
          <w:rFonts w:ascii="Arial" w:eastAsia="Calibri" w:hAnsi="Arial" w:cs="Arial"/>
          <w:b/>
          <w:sz w:val="20"/>
          <w:szCs w:val="22"/>
          <w:lang w:eastAsia="en-US"/>
        </w:rPr>
      </w:pPr>
      <w:bookmarkStart w:id="0" w:name="_GoBack"/>
      <w:bookmarkEnd w:id="0"/>
    </w:p>
    <w:p w14:paraId="68EC3154" w14:textId="489AD0BF" w:rsidR="004E5F1A" w:rsidRPr="006760F4" w:rsidRDefault="004E5F1A" w:rsidP="004E5F1A">
      <w:pPr>
        <w:spacing w:after="160" w:line="259" w:lineRule="auto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b/>
          <w:sz w:val="20"/>
          <w:szCs w:val="22"/>
          <w:lang w:eastAsia="en-US"/>
        </w:rPr>
        <w:t>Poznámka:</w:t>
      </w:r>
    </w:p>
    <w:p w14:paraId="482D484B" w14:textId="77777777" w:rsidR="004E5F1A" w:rsidRDefault="004E5F1A" w:rsidP="004E5F1A">
      <w:pPr>
        <w:spacing w:after="160" w:line="259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1F00E8">
        <w:rPr>
          <w:rFonts w:ascii="Arial" w:eastAsia="Calibri" w:hAnsi="Arial" w:cs="Arial"/>
          <w:sz w:val="20"/>
          <w:szCs w:val="22"/>
          <w:lang w:eastAsia="en-US"/>
        </w:rPr>
        <w:t xml:space="preserve">Pokud není uvedeno v technické specifikaci jinak (např. uvedením požadavku na minimální nebo maximální hodnoty nebo parametry), je v případě uvedení podrobných technických parametrů akceptován toleranční rozsah ± 10%. </w:t>
      </w:r>
    </w:p>
    <w:p w14:paraId="0C3B4ADA" w14:textId="16D983B0" w:rsidR="004E5F1A" w:rsidRPr="006760F4" w:rsidRDefault="004E5F1A" w:rsidP="004E5F1A">
      <w:pPr>
        <w:spacing w:after="160" w:line="259" w:lineRule="auto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b/>
          <w:sz w:val="20"/>
          <w:szCs w:val="22"/>
          <w:lang w:eastAsia="en-US"/>
        </w:rPr>
        <w:t>Vysvětlivka</w:t>
      </w:r>
      <w:r w:rsidR="007F3241">
        <w:rPr>
          <w:rFonts w:ascii="Arial" w:eastAsia="Calibri" w:hAnsi="Arial" w:cs="Arial"/>
          <w:b/>
          <w:sz w:val="20"/>
          <w:szCs w:val="22"/>
          <w:lang w:eastAsia="en-US"/>
        </w:rPr>
        <w:t>:</w:t>
      </w:r>
    </w:p>
    <w:p w14:paraId="59B34C5C" w14:textId="77777777" w:rsidR="004E5F1A" w:rsidRPr="006760F4" w:rsidRDefault="004E5F1A" w:rsidP="004E5F1A">
      <w:pPr>
        <w:spacing w:line="259" w:lineRule="auto"/>
        <w:rPr>
          <w:rFonts w:ascii="Arial" w:eastAsia="Calibri" w:hAnsi="Arial" w:cs="Arial"/>
          <w:sz w:val="20"/>
          <w:szCs w:val="22"/>
          <w:u w:val="single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u w:val="single"/>
          <w:lang w:eastAsia="en-US"/>
        </w:rPr>
        <w:t>Dodavatel uvede:</w:t>
      </w:r>
    </w:p>
    <w:p w14:paraId="4E8543FB" w14:textId="77777777" w:rsidR="004E5F1A" w:rsidRPr="006760F4" w:rsidRDefault="004E5F1A" w:rsidP="004E5F1A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>základní informace pro identifikaci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nabízeného přístroje</w:t>
      </w:r>
    </w:p>
    <w:p w14:paraId="698DD6DD" w14:textId="77777777" w:rsidR="004E5F1A" w:rsidRPr="006760F4" w:rsidRDefault="004E5F1A" w:rsidP="004E5F1A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zda přístroj požadavek splňuje </w:t>
      </w:r>
    </w:p>
    <w:p w14:paraId="31731421" w14:textId="77777777" w:rsidR="004E5F1A" w:rsidRDefault="004E5F1A" w:rsidP="004E5F1A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číselnou hodnotu u parametrů, které lze takto charakterizovat </w:t>
      </w:r>
    </w:p>
    <w:p w14:paraId="32ACAC9D" w14:textId="06A98C2B" w:rsidR="003C31D5" w:rsidRPr="004E5F1A" w:rsidRDefault="004E5F1A" w:rsidP="004E5F1A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4E5F1A">
        <w:rPr>
          <w:rFonts w:ascii="Arial" w:eastAsia="Calibri" w:hAnsi="Arial" w:cs="Arial"/>
          <w:sz w:val="20"/>
          <w:szCs w:val="22"/>
          <w:lang w:eastAsia="en-US"/>
        </w:rPr>
        <w:t>kde lze daný požadavek ověřit (např. číslo strany v brožuře) a doloží materiály (brožury, manuály, návod k použití, odkaz, atd.) </w:t>
      </w:r>
    </w:p>
    <w:sectPr w:rsidR="003C31D5" w:rsidRPr="004E5F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91D9A" w14:textId="77777777" w:rsidR="008F5CA2" w:rsidRDefault="008F5CA2">
      <w:r>
        <w:separator/>
      </w:r>
    </w:p>
  </w:endnote>
  <w:endnote w:type="continuationSeparator" w:id="0">
    <w:p w14:paraId="5A785021" w14:textId="77777777" w:rsidR="008F5CA2" w:rsidRDefault="008F5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DDAF" w14:textId="77777777" w:rsidR="003C31D5" w:rsidRDefault="003C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40625" w14:textId="7EDD73D9" w:rsidR="003C31D5" w:rsidRDefault="00AB4898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 w:rsidR="00CA6635">
      <w:rPr>
        <w:rFonts w:ascii="MetaCE" w:hAnsi="MetaCE"/>
        <w:noProof/>
        <w:sz w:val="14"/>
        <w:szCs w:val="14"/>
      </w:rPr>
      <w:t>1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 w:rsidR="00CA6635">
      <w:rPr>
        <w:rFonts w:ascii="MetaCE" w:hAnsi="MetaCE"/>
        <w:noProof/>
        <w:sz w:val="14"/>
        <w:szCs w:val="14"/>
      </w:rPr>
      <w:t>2</w:t>
    </w:r>
    <w:r>
      <w:rPr>
        <w:rFonts w:ascii="MetaCE" w:hAnsi="MetaCE"/>
        <w:sz w:val="14"/>
        <w:szCs w:val="14"/>
      </w:rPr>
      <w:fldChar w:fldCharType="end"/>
    </w:r>
  </w:p>
  <w:p w14:paraId="6ADC9753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2BA63BD9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B4B9B" w14:textId="77777777" w:rsidR="003C31D5" w:rsidRDefault="003C31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58A2B" w14:textId="77777777" w:rsidR="008F5CA2" w:rsidRDefault="008F5CA2">
      <w:r>
        <w:separator/>
      </w:r>
    </w:p>
  </w:footnote>
  <w:footnote w:type="continuationSeparator" w:id="0">
    <w:p w14:paraId="00C40AF2" w14:textId="77777777" w:rsidR="008F5CA2" w:rsidRDefault="008F5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4CBC8" w14:textId="77777777" w:rsidR="003C31D5" w:rsidRDefault="003C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BB990" w14:textId="77777777" w:rsidR="003C31D5" w:rsidRDefault="00AB4898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 wp14:anchorId="4EAB7DA9" wp14:editId="24008A66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D46F5" w14:textId="77777777" w:rsidR="003C31D5" w:rsidRDefault="003C31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8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A217B"/>
    <w:multiLevelType w:val="hybridMultilevel"/>
    <w:tmpl w:val="40FC5ED4"/>
    <w:lvl w:ilvl="0" w:tplc="2812A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A31A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217BA0"/>
    <w:multiLevelType w:val="hybridMultilevel"/>
    <w:tmpl w:val="FBA0B78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7FCF0E79"/>
    <w:multiLevelType w:val="hybridMultilevel"/>
    <w:tmpl w:val="D0667BEC"/>
    <w:lvl w:ilvl="0" w:tplc="04050017">
      <w:start w:val="1"/>
      <w:numFmt w:val="lowerLetter"/>
      <w:lvlText w:val="%1)"/>
      <w:lvlJc w:val="left"/>
      <w:pPr>
        <w:ind w:left="1212" w:hanging="360"/>
      </w:p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5"/>
  </w:num>
  <w:num w:numId="10">
    <w:abstractNumId w:val="11"/>
  </w:num>
  <w:num w:numId="11">
    <w:abstractNumId w:val="10"/>
  </w:num>
  <w:num w:numId="12">
    <w:abstractNumId w:val="1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D5"/>
    <w:rsid w:val="00006AC4"/>
    <w:rsid w:val="00073E76"/>
    <w:rsid w:val="00092874"/>
    <w:rsid w:val="001110CD"/>
    <w:rsid w:val="00154C53"/>
    <w:rsid w:val="002D3211"/>
    <w:rsid w:val="00305BE6"/>
    <w:rsid w:val="003C31D5"/>
    <w:rsid w:val="003E76B5"/>
    <w:rsid w:val="00424EC8"/>
    <w:rsid w:val="0044712D"/>
    <w:rsid w:val="00464632"/>
    <w:rsid w:val="00496E99"/>
    <w:rsid w:val="004A099D"/>
    <w:rsid w:val="004E5F1A"/>
    <w:rsid w:val="005A08DF"/>
    <w:rsid w:val="005B3215"/>
    <w:rsid w:val="00640356"/>
    <w:rsid w:val="00652FD6"/>
    <w:rsid w:val="006760F4"/>
    <w:rsid w:val="006B7165"/>
    <w:rsid w:val="00701FD7"/>
    <w:rsid w:val="007A2F86"/>
    <w:rsid w:val="007F3241"/>
    <w:rsid w:val="00827631"/>
    <w:rsid w:val="00857C02"/>
    <w:rsid w:val="008F3D74"/>
    <w:rsid w:val="008F5CA2"/>
    <w:rsid w:val="009528B7"/>
    <w:rsid w:val="009641ED"/>
    <w:rsid w:val="009C3048"/>
    <w:rsid w:val="009C3142"/>
    <w:rsid w:val="009C4B61"/>
    <w:rsid w:val="009D69A4"/>
    <w:rsid w:val="00A47985"/>
    <w:rsid w:val="00A604C4"/>
    <w:rsid w:val="00A7510C"/>
    <w:rsid w:val="00A905EB"/>
    <w:rsid w:val="00AB4898"/>
    <w:rsid w:val="00AB61DD"/>
    <w:rsid w:val="00AC7FAD"/>
    <w:rsid w:val="00B27C67"/>
    <w:rsid w:val="00B82421"/>
    <w:rsid w:val="00C70016"/>
    <w:rsid w:val="00CA6635"/>
    <w:rsid w:val="00CB614E"/>
    <w:rsid w:val="00DD4A8B"/>
    <w:rsid w:val="00DE1BD8"/>
    <w:rsid w:val="00E2621A"/>
    <w:rsid w:val="00E36328"/>
    <w:rsid w:val="00E76252"/>
    <w:rsid w:val="00E95A39"/>
    <w:rsid w:val="00EA7D68"/>
    <w:rsid w:val="00EC7C83"/>
    <w:rsid w:val="00F5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837342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pPr>
      <w:keepNext/>
      <w:numPr>
        <w:ilvl w:val="1"/>
        <w:numId w:val="1"/>
      </w:numPr>
      <w:spacing w:before="240" w:after="240"/>
      <w:ind w:left="1134" w:hanging="567"/>
      <w:jc w:val="both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Pr>
      <w:b/>
      <w:bCs/>
      <w:iCs/>
      <w:sz w:val="24"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  <w:style w:type="paragraph" w:styleId="Textvbloku">
    <w:name w:val="Block Text"/>
    <w:basedOn w:val="Normln"/>
    <w:rsid w:val="00006AC4"/>
    <w:pPr>
      <w:spacing w:line="360" w:lineRule="auto"/>
      <w:ind w:left="360" w:right="278"/>
      <w:jc w:val="both"/>
    </w:pPr>
    <w:rPr>
      <w:rFonts w:ascii="Arial" w:hAnsi="Arial"/>
      <w:bCs/>
      <w:sz w:val="22"/>
      <w:szCs w:val="20"/>
    </w:rPr>
  </w:style>
  <w:style w:type="paragraph" w:customStyle="1" w:styleId="My1">
    <w:name w:val="My 1"/>
    <w:basedOn w:val="Normln"/>
    <w:link w:val="My1Char"/>
    <w:qFormat/>
    <w:rsid w:val="00006AC4"/>
    <w:pPr>
      <w:spacing w:after="120" w:line="264" w:lineRule="auto"/>
      <w:jc w:val="both"/>
    </w:pPr>
    <w:rPr>
      <w:rFonts w:eastAsia="Calibri"/>
      <w:lang w:eastAsia="en-US"/>
    </w:rPr>
  </w:style>
  <w:style w:type="character" w:customStyle="1" w:styleId="My1Char">
    <w:name w:val="My 1 Char"/>
    <w:link w:val="My1"/>
    <w:rsid w:val="00006AC4"/>
    <w:rPr>
      <w:rFonts w:eastAsia="Calibri"/>
      <w:sz w:val="24"/>
      <w:szCs w:val="24"/>
      <w:lang w:eastAsia="en-US"/>
    </w:rPr>
  </w:style>
  <w:style w:type="table" w:styleId="Mkatabulky">
    <w:name w:val="Table Grid"/>
    <w:basedOn w:val="Normlntabulka"/>
    <w:uiPriority w:val="39"/>
    <w:rsid w:val="00B27C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zcr.eu/cz/kz/pro-odborniky/informace-pro-projektanty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807FE-E829-4B80-9309-1C026A2F2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12</TotalTime>
  <Pages>2</Pages>
  <Words>378</Words>
  <Characters>2231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Lacinová Lenka</cp:lastModifiedBy>
  <cp:revision>11</cp:revision>
  <cp:lastPrinted>2024-08-26T05:59:00Z</cp:lastPrinted>
  <dcterms:created xsi:type="dcterms:W3CDTF">2024-08-26T06:01:00Z</dcterms:created>
  <dcterms:modified xsi:type="dcterms:W3CDTF">2025-03-18T14:01:00Z</dcterms:modified>
</cp:coreProperties>
</file>